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B4E351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877FF">
        <w:rPr>
          <w:b/>
          <w:color w:val="FF5200" w:themeColor="accent2"/>
          <w:sz w:val="36"/>
          <w:szCs w:val="36"/>
        </w:rPr>
        <w:t>„</w:t>
      </w:r>
      <w:r w:rsidR="00470C8E">
        <w:rPr>
          <w:b/>
          <w:bCs/>
          <w:color w:val="FF5200" w:themeColor="accent2"/>
          <w:sz w:val="36"/>
          <w:szCs w:val="36"/>
        </w:rPr>
        <w:t>Vyhotovení pasportu budov</w:t>
      </w:r>
      <w:r w:rsidR="0031280B" w:rsidRPr="009877F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70C8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3099</w:t>
      </w:r>
      <w:r w:rsid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336AB51" w14:textId="0ABD72DE" w:rsidR="004630BC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1816466" w:history="1">
            <w:r w:rsidR="004630BC" w:rsidRPr="004D530A">
              <w:rPr>
                <w:rStyle w:val="Hypertextovodkaz"/>
                <w:noProof/>
              </w:rPr>
              <w:t>Kapitola 1.</w:t>
            </w:r>
            <w:r w:rsidR="004630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630BC" w:rsidRPr="004D530A">
              <w:rPr>
                <w:rStyle w:val="Hypertextovodkaz"/>
                <w:noProof/>
              </w:rPr>
              <w:t>Základní údaje k nabídce</w:t>
            </w:r>
            <w:r w:rsidR="004630BC">
              <w:rPr>
                <w:noProof/>
                <w:webHidden/>
              </w:rPr>
              <w:tab/>
            </w:r>
            <w:r w:rsidR="004630BC">
              <w:rPr>
                <w:noProof/>
                <w:webHidden/>
              </w:rPr>
              <w:fldChar w:fldCharType="begin"/>
            </w:r>
            <w:r w:rsidR="004630BC">
              <w:rPr>
                <w:noProof/>
                <w:webHidden/>
              </w:rPr>
              <w:instrText xml:space="preserve"> PAGEREF _Toc201816466 \h </w:instrText>
            </w:r>
            <w:r w:rsidR="004630BC">
              <w:rPr>
                <w:noProof/>
                <w:webHidden/>
              </w:rPr>
            </w:r>
            <w:r w:rsidR="004630BC"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2</w:t>
            </w:r>
            <w:r w:rsidR="004630BC">
              <w:rPr>
                <w:noProof/>
                <w:webHidden/>
              </w:rPr>
              <w:fldChar w:fldCharType="end"/>
            </w:r>
          </w:hyperlink>
        </w:p>
        <w:p w14:paraId="73572EEB" w14:textId="27418FC5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67" w:history="1">
            <w:r w:rsidRPr="004D530A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AFEE2C" w14:textId="2D4855B9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68" w:history="1">
            <w:r w:rsidRPr="004D530A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50F11D" w14:textId="5B7AC0F0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69" w:history="1">
            <w:r w:rsidRPr="004D530A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ECB5D" w14:textId="71BEFF5F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70" w:history="1">
            <w:r w:rsidRPr="004D530A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C82DB" w14:textId="0EB8BD7A" w:rsidR="004630BC" w:rsidRDefault="004630BC" w:rsidP="004630BC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71" w:history="1">
            <w:r w:rsidRPr="004D530A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</w:t>
            </w:r>
            <w:r w:rsidRPr="004D530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4DDC1" w14:textId="0737F5C6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72" w:history="1">
            <w:r w:rsidRPr="004D530A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6BC18E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181646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517A4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877FF">
        <w:rPr>
          <w:rFonts w:eastAsia="Times New Roman" w:cs="Times New Roman"/>
          <w:lang w:eastAsia="cs-CZ"/>
        </w:rPr>
        <w:t>podlimitní sektorovou veřejnou zakázk</w:t>
      </w:r>
      <w:r w:rsidR="009877FF" w:rsidRPr="009877FF">
        <w:rPr>
          <w:rFonts w:eastAsia="Times New Roman" w:cs="Times New Roman"/>
          <w:lang w:eastAsia="cs-CZ"/>
        </w:rPr>
        <w:t>u</w:t>
      </w:r>
      <w:r w:rsidRPr="009877F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E54D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E54D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1816467"/>
      <w:r>
        <w:lastRenderedPageBreak/>
        <w:t>Ceník</w:t>
      </w:r>
      <w:bookmarkEnd w:id="1"/>
    </w:p>
    <w:p w14:paraId="3E5E9B0F" w14:textId="5BAFD859" w:rsidR="007E5951" w:rsidRPr="002072A0" w:rsidRDefault="002072A0" w:rsidP="007E5951">
      <w:pPr>
        <w:rPr>
          <w:rStyle w:val="Siln"/>
          <w:b w:val="0"/>
          <w:bCs w:val="0"/>
        </w:rPr>
      </w:pPr>
      <w:r w:rsidRPr="009877F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877FF">
        <w:rPr>
          <w:rStyle w:val="Siln"/>
          <w:b w:val="0"/>
          <w:bCs w:val="0"/>
        </w:rPr>
        <w:t>2</w:t>
      </w:r>
      <w:r w:rsidRPr="009877FF">
        <w:rPr>
          <w:rStyle w:val="Siln"/>
          <w:b w:val="0"/>
          <w:bCs w:val="0"/>
        </w:rPr>
        <w:t xml:space="preserve"> (</w:t>
      </w:r>
      <w:r w:rsidRPr="009877FF">
        <w:rPr>
          <w:rStyle w:val="Siln"/>
          <w:b w:val="0"/>
          <w:bCs w:val="0"/>
          <w:i/>
          <w:iCs/>
        </w:rPr>
        <w:t xml:space="preserve">budoucí příloha č. </w:t>
      </w:r>
      <w:r w:rsidR="009877FF" w:rsidRPr="009877FF">
        <w:rPr>
          <w:rStyle w:val="Siln"/>
          <w:b w:val="0"/>
          <w:bCs w:val="0"/>
          <w:i/>
          <w:iCs/>
        </w:rPr>
        <w:t>3</w:t>
      </w:r>
      <w:r w:rsidRPr="009877FF">
        <w:rPr>
          <w:rStyle w:val="Siln"/>
          <w:b w:val="0"/>
          <w:bCs w:val="0"/>
          <w:i/>
          <w:iCs/>
        </w:rPr>
        <w:t xml:space="preserve"> Závazného vzoru smlouvy</w:t>
      </w:r>
      <w:r w:rsidRPr="009877FF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1816468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1816469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181647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1816471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6" w:name="_Toc58876012"/>
      <w:bookmarkStart w:id="7" w:name="_Toc201816472"/>
      <w:r>
        <w:t>Seznam osob</w:t>
      </w:r>
      <w:bookmarkEnd w:id="6"/>
      <w:bookmarkEnd w:id="7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9877FF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9877FF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806F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478E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7441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AD93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2CF8D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F18ED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4FB9" w14:textId="77777777" w:rsidR="00595116" w:rsidRDefault="00595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94C4" w14:textId="77777777" w:rsidR="00595116" w:rsidRDefault="00595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04A1D" w14:textId="77777777" w:rsidR="00595116" w:rsidRDefault="0059511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1E5E" w14:textId="77777777" w:rsidR="00595116" w:rsidRDefault="0059511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6B67"/>
    <w:rsid w:val="003956C6"/>
    <w:rsid w:val="003B596F"/>
    <w:rsid w:val="003E2FB9"/>
    <w:rsid w:val="00427650"/>
    <w:rsid w:val="0043650C"/>
    <w:rsid w:val="00441430"/>
    <w:rsid w:val="00450F07"/>
    <w:rsid w:val="00453365"/>
    <w:rsid w:val="00453CD3"/>
    <w:rsid w:val="00460660"/>
    <w:rsid w:val="004630BC"/>
    <w:rsid w:val="00470C8E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95116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07F2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47EC"/>
    <w:rsid w:val="00962258"/>
    <w:rsid w:val="009678B7"/>
    <w:rsid w:val="009771C9"/>
    <w:rsid w:val="009833E1"/>
    <w:rsid w:val="009877FF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2913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6DF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67DB1"/>
    <w:rsid w:val="00E85D44"/>
    <w:rsid w:val="00EA29E7"/>
    <w:rsid w:val="00EA68D7"/>
    <w:rsid w:val="00EB104F"/>
    <w:rsid w:val="00ED14BD"/>
    <w:rsid w:val="00EE54DB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4bd7335-73fa-4289-ac41-e1198b3533d9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9</Pages>
  <Words>1224</Words>
  <Characters>7225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10</cp:revision>
  <cp:lastPrinted>2025-06-26T07:09:00Z</cp:lastPrinted>
  <dcterms:created xsi:type="dcterms:W3CDTF">2025-06-26T05:05:00Z</dcterms:created>
  <dcterms:modified xsi:type="dcterms:W3CDTF">2025-09-10T11:28:00Z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